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444D8F" w:rsidRPr="00444D8F" w:rsidTr="00F862D6">
        <w:tc>
          <w:tcPr>
            <w:tcW w:w="1020" w:type="dxa"/>
          </w:tcPr>
          <w:p w:rsidR="00F64786" w:rsidRPr="00444D8F" w:rsidRDefault="00764595" w:rsidP="0077673A">
            <w:r w:rsidRPr="00444D8F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B096AC3" wp14:editId="43519E1F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Pr="00444D8F" w:rsidRDefault="00F64786" w:rsidP="0077673A"/>
        </w:tc>
        <w:tc>
          <w:tcPr>
            <w:tcW w:w="823" w:type="dxa"/>
          </w:tcPr>
          <w:p w:rsidR="00F64786" w:rsidRPr="00444D8F" w:rsidRDefault="00F64786" w:rsidP="0077673A"/>
        </w:tc>
        <w:tc>
          <w:tcPr>
            <w:tcW w:w="3685" w:type="dxa"/>
          </w:tcPr>
          <w:p w:rsidR="00F64786" w:rsidRPr="00444D8F" w:rsidRDefault="00F64786" w:rsidP="0077673A"/>
        </w:tc>
      </w:tr>
      <w:tr w:rsidR="00444D8F" w:rsidRPr="00444D8F" w:rsidTr="00596C7E"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764595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 w:val="restart"/>
          </w:tcPr>
          <w:p w:rsidR="00596C7E" w:rsidRPr="00444D8F" w:rsidRDefault="00596C7E" w:rsidP="00596C7E">
            <w:pPr>
              <w:rPr>
                <w:rStyle w:val="Potovnadresa"/>
              </w:rPr>
            </w:pPr>
          </w:p>
          <w:p w:rsidR="00F862D6" w:rsidRPr="00444D8F" w:rsidRDefault="00F862D6" w:rsidP="00596C7E">
            <w:pPr>
              <w:rPr>
                <w:rStyle w:val="Potovnadresa"/>
              </w:rPr>
            </w:pPr>
          </w:p>
        </w:tc>
      </w:tr>
      <w:tr w:rsidR="00444D8F" w:rsidRPr="00444D8F" w:rsidTr="00F862D6">
        <w:tc>
          <w:tcPr>
            <w:tcW w:w="1020" w:type="dxa"/>
          </w:tcPr>
          <w:p w:rsidR="00F862D6" w:rsidRPr="00444D8F" w:rsidRDefault="00F862D6" w:rsidP="0077673A">
            <w:r w:rsidRPr="00444D8F">
              <w:t>Naše zn.</w:t>
            </w:r>
          </w:p>
        </w:tc>
        <w:tc>
          <w:tcPr>
            <w:tcW w:w="2552" w:type="dxa"/>
          </w:tcPr>
          <w:p w:rsidR="00F862D6" w:rsidRPr="00444D8F" w:rsidRDefault="00097209" w:rsidP="00081A76">
            <w:r>
              <w:rPr>
                <w:rFonts w:ascii="Helvetica" w:hAnsi="Helvetica"/>
              </w:rPr>
              <w:t>953</w:t>
            </w:r>
            <w:r w:rsidR="00893F7C" w:rsidRPr="00444D8F">
              <w:rPr>
                <w:rFonts w:ascii="Helvetica" w:hAnsi="Helvetica"/>
              </w:rPr>
              <w:t>/20</w:t>
            </w:r>
            <w:r w:rsidR="00081A76" w:rsidRPr="00444D8F">
              <w:rPr>
                <w:rFonts w:ascii="Helvetica" w:hAnsi="Helvetica"/>
              </w:rPr>
              <w:t>20</w:t>
            </w:r>
            <w:r w:rsidR="00893F7C" w:rsidRPr="00444D8F">
              <w:rPr>
                <w:rFonts w:ascii="Helvetica" w:hAnsi="Helvetica"/>
              </w:rPr>
              <w:t>-SŽDC-SSV-Ú3/KLI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F862D6" w:rsidRPr="00097209" w:rsidRDefault="00F862D6" w:rsidP="0077673A">
            <w:r w:rsidRPr="00097209">
              <w:t>Listů/příloh</w:t>
            </w:r>
          </w:p>
        </w:tc>
        <w:tc>
          <w:tcPr>
            <w:tcW w:w="2552" w:type="dxa"/>
          </w:tcPr>
          <w:p w:rsidR="00F862D6" w:rsidRPr="00097209" w:rsidRDefault="00BA2D00" w:rsidP="00CC1E2B">
            <w:r w:rsidRPr="00097209">
              <w:t>1</w:t>
            </w:r>
            <w:r w:rsidR="00893F7C" w:rsidRPr="00097209">
              <w:t>/1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>
            <w:pPr>
              <w:rPr>
                <w:noProof/>
              </w:rPr>
            </w:pPr>
          </w:p>
        </w:tc>
      </w:tr>
      <w:tr w:rsidR="00444D8F" w:rsidRPr="00444D8F" w:rsidTr="00B23CA3">
        <w:trPr>
          <w:trHeight w:val="77"/>
        </w:trPr>
        <w:tc>
          <w:tcPr>
            <w:tcW w:w="1020" w:type="dxa"/>
          </w:tcPr>
          <w:p w:rsidR="00F862D6" w:rsidRPr="00097209" w:rsidRDefault="00F862D6" w:rsidP="0077673A"/>
        </w:tc>
        <w:tc>
          <w:tcPr>
            <w:tcW w:w="2552" w:type="dxa"/>
          </w:tcPr>
          <w:p w:rsidR="00F862D6" w:rsidRPr="00097209" w:rsidRDefault="00F862D6" w:rsidP="0077673A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F862D6" w:rsidRPr="00444D8F" w:rsidRDefault="00F862D6" w:rsidP="0077673A">
            <w:r w:rsidRPr="00444D8F">
              <w:t>Vyřizuje</w:t>
            </w:r>
          </w:p>
        </w:tc>
        <w:tc>
          <w:tcPr>
            <w:tcW w:w="2552" w:type="dxa"/>
          </w:tcPr>
          <w:p w:rsidR="00F862D6" w:rsidRPr="00444D8F" w:rsidRDefault="00AF6A8C" w:rsidP="00FE3455">
            <w:r w:rsidRPr="00444D8F">
              <w:t>JUDr. Jaroslav Klimeš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/>
        </w:tc>
        <w:tc>
          <w:tcPr>
            <w:tcW w:w="2552" w:type="dxa"/>
          </w:tcPr>
          <w:p w:rsidR="009A7568" w:rsidRPr="00444D8F" w:rsidRDefault="009A7568" w:rsidP="009A7568"/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  <w:vMerge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AF6A8C" w:rsidRPr="00444D8F" w:rsidRDefault="00AF6A8C" w:rsidP="00482191">
            <w:r w:rsidRPr="00444D8F">
              <w:t>Mobil</w:t>
            </w:r>
          </w:p>
        </w:tc>
        <w:tc>
          <w:tcPr>
            <w:tcW w:w="2552" w:type="dxa"/>
          </w:tcPr>
          <w:p w:rsidR="00AF6A8C" w:rsidRPr="00444D8F" w:rsidRDefault="00AF6A8C" w:rsidP="00482191">
            <w:r w:rsidRPr="00444D8F">
              <w:t>722 819 305</w:t>
            </w:r>
          </w:p>
        </w:tc>
        <w:tc>
          <w:tcPr>
            <w:tcW w:w="823" w:type="dxa"/>
          </w:tcPr>
          <w:p w:rsidR="00AF6A8C" w:rsidRPr="00444D8F" w:rsidRDefault="00AF6A8C" w:rsidP="009A7568"/>
        </w:tc>
        <w:tc>
          <w:tcPr>
            <w:tcW w:w="3685" w:type="dxa"/>
            <w:vMerge/>
          </w:tcPr>
          <w:p w:rsidR="00AF6A8C" w:rsidRPr="00444D8F" w:rsidRDefault="00AF6A8C" w:rsidP="009A7568"/>
        </w:tc>
      </w:tr>
      <w:tr w:rsidR="00444D8F" w:rsidRPr="00444D8F" w:rsidTr="00F862D6">
        <w:tc>
          <w:tcPr>
            <w:tcW w:w="1020" w:type="dxa"/>
          </w:tcPr>
          <w:p w:rsidR="00AF6A8C" w:rsidRPr="00444D8F" w:rsidRDefault="00AF6A8C" w:rsidP="00482191">
            <w:r w:rsidRPr="00444D8F">
              <w:t>E-mail</w:t>
            </w:r>
          </w:p>
        </w:tc>
        <w:tc>
          <w:tcPr>
            <w:tcW w:w="2552" w:type="dxa"/>
          </w:tcPr>
          <w:p w:rsidR="00AF6A8C" w:rsidRPr="00444D8F" w:rsidRDefault="00AF6A8C" w:rsidP="00482191">
            <w:r w:rsidRPr="00444D8F">
              <w:t>KlimesJa@szdc.cz</w:t>
            </w:r>
          </w:p>
        </w:tc>
        <w:tc>
          <w:tcPr>
            <w:tcW w:w="823" w:type="dxa"/>
          </w:tcPr>
          <w:p w:rsidR="00AF6A8C" w:rsidRPr="00444D8F" w:rsidRDefault="00AF6A8C" w:rsidP="009A7568"/>
        </w:tc>
        <w:tc>
          <w:tcPr>
            <w:tcW w:w="3685" w:type="dxa"/>
            <w:vMerge/>
          </w:tcPr>
          <w:p w:rsidR="00AF6A8C" w:rsidRPr="00444D8F" w:rsidRDefault="00AF6A8C" w:rsidP="009A7568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/>
        </w:tc>
        <w:tc>
          <w:tcPr>
            <w:tcW w:w="2552" w:type="dxa"/>
          </w:tcPr>
          <w:p w:rsidR="009A7568" w:rsidRPr="00444D8F" w:rsidRDefault="009A7568" w:rsidP="009A7568"/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>
            <w:r w:rsidRPr="00444D8F"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444D8F" w:rsidRDefault="009A7568" w:rsidP="009A7568">
            <w:r w:rsidRPr="00444D8F">
              <w:fldChar w:fldCharType="begin"/>
            </w:r>
            <w:r w:rsidRPr="00444D8F">
              <w:instrText xml:space="preserve"> DATE  \@ "d. MMMM yyyy"  \* MERGEFORMAT </w:instrText>
            </w:r>
            <w:r w:rsidRPr="00444D8F">
              <w:fldChar w:fldCharType="separate"/>
            </w:r>
            <w:r w:rsidR="00FE4750">
              <w:rPr>
                <w:noProof/>
              </w:rPr>
              <w:t>3. února 2020</w:t>
            </w:r>
            <w:r w:rsidRPr="00444D8F">
              <w:fldChar w:fldCharType="end"/>
            </w:r>
            <w:r w:rsidRPr="00444D8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F64786" w:rsidRPr="00444D8F" w:rsidRDefault="00F64786" w:rsidP="0077673A"/>
        </w:tc>
        <w:tc>
          <w:tcPr>
            <w:tcW w:w="2552" w:type="dxa"/>
          </w:tcPr>
          <w:p w:rsidR="00F64786" w:rsidRPr="00444D8F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Pr="00444D8F" w:rsidRDefault="00F64786" w:rsidP="0077673A"/>
        </w:tc>
        <w:tc>
          <w:tcPr>
            <w:tcW w:w="3685" w:type="dxa"/>
          </w:tcPr>
          <w:p w:rsidR="00F64786" w:rsidRPr="00444D8F" w:rsidRDefault="00F64786" w:rsidP="0077673A"/>
        </w:tc>
      </w:tr>
      <w:tr w:rsidR="00444D8F" w:rsidRPr="00444D8F" w:rsidTr="00B45E9E">
        <w:trPr>
          <w:trHeight w:val="794"/>
        </w:trPr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F310F8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</w:tcPr>
          <w:p w:rsidR="00F862D6" w:rsidRPr="00444D8F" w:rsidRDefault="00F862D6" w:rsidP="0077673A"/>
        </w:tc>
      </w:tr>
    </w:tbl>
    <w:p w:rsidR="00CB7B5A" w:rsidRPr="00444D8F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Věc: </w:t>
      </w:r>
      <w:r w:rsidR="00AF6A8C" w:rsidRPr="00444D8F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444D8F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Vysvětlení/ změna/ doplnění zadávací dokumentace č. </w:t>
      </w:r>
      <w:r w:rsidR="00D24381">
        <w:rPr>
          <w:rFonts w:eastAsia="Times New Roman" w:cs="Times New Roman"/>
          <w:lang w:eastAsia="cs-CZ"/>
        </w:rPr>
        <w:t>16</w:t>
      </w:r>
    </w:p>
    <w:p w:rsidR="00BD5319" w:rsidRPr="00444D8F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</w:rPr>
        <w:t xml:space="preserve">ve smyslu </w:t>
      </w:r>
      <w:r w:rsidRPr="00444D8F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444D8F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:rsidR="0056200E" w:rsidRPr="00FA4ED9" w:rsidRDefault="0056200E" w:rsidP="0056200E">
      <w:pPr>
        <w:spacing w:after="0" w:line="240" w:lineRule="auto"/>
        <w:jc w:val="both"/>
        <w:rPr>
          <w:rFonts w:eastAsia="Calibri" w:cs="Times New Roman"/>
          <w:sz w:val="16"/>
          <w:szCs w:val="16"/>
          <w:lang w:eastAsia="cs-CZ"/>
        </w:rPr>
      </w:pPr>
      <w:r w:rsidRPr="00FA4ED9">
        <w:rPr>
          <w:rFonts w:ascii="Verdana" w:hAnsi="Verdana"/>
          <w:i/>
          <w:iCs/>
          <w:sz w:val="16"/>
          <w:szCs w:val="16"/>
        </w:rPr>
        <w:t>Účinností zákona č. 367/2019 Sb., tj. od 1. 1. 2020 došlo ke změně názvu státní organizace, dřívější název Správa železniční dopravní cesty, byl od uvedeného data nahrazen názvem novým Správa železnic. K 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</w:t>
      </w:r>
    </w:p>
    <w:p w:rsidR="005B5D85" w:rsidRPr="00444D8F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Default="00D64B31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40</w:t>
      </w:r>
      <w:r w:rsidR="003450ED">
        <w:rPr>
          <w:rFonts w:eastAsia="Calibri" w:cs="Times New Roman"/>
          <w:b/>
          <w:lang w:eastAsia="cs-CZ"/>
        </w:rPr>
        <w:t>3</w:t>
      </w:r>
      <w:r w:rsidR="006B1BF3" w:rsidRPr="00C23FA2">
        <w:rPr>
          <w:rFonts w:eastAsia="Calibri" w:cs="Times New Roman"/>
          <w:b/>
          <w:lang w:eastAsia="cs-CZ"/>
        </w:rPr>
        <w:t>:</w:t>
      </w:r>
    </w:p>
    <w:p w:rsidR="00D24381" w:rsidRPr="00D24381" w:rsidRDefault="00D24381" w:rsidP="00D2438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24381">
        <w:rPr>
          <w:rFonts w:eastAsia="Calibri" w:cs="Times New Roman"/>
          <w:lang w:eastAsia="cs-CZ"/>
        </w:rPr>
        <w:t>V dotaze č. 402 jsme žádali o opravu vzorců jednotlivých PS a SO mimo jiné i SO 45-40-01. V odpovědi č. 15 však tento SO nebyl opraven. Stále je chyba v součtu za oddíl - Doplňkové náklady, řádek 388, kde je suma za řádky 176 – 197 a tudíž nesčítá správný oddíl.</w:t>
      </w:r>
    </w:p>
    <w:p w:rsidR="00FA4ED9" w:rsidRDefault="00FA4ED9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234DC8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1" w:name="_GoBack"/>
      <w:bookmarkEnd w:id="1"/>
      <w:r w:rsidRPr="00FE4750">
        <w:rPr>
          <w:rFonts w:eastAsia="Calibri" w:cs="Times New Roman"/>
          <w:b/>
          <w:lang w:eastAsia="cs-CZ"/>
        </w:rPr>
        <w:t xml:space="preserve">Odpověď: </w:t>
      </w:r>
      <w:r w:rsidR="00FE4750" w:rsidRPr="00FE4750">
        <w:rPr>
          <w:rFonts w:eastAsia="Calibri" w:cs="Times New Roman"/>
          <w:b/>
          <w:bCs/>
          <w:lang w:eastAsia="cs-CZ"/>
        </w:rPr>
        <w:t>Zadavatel opravuje chybu v soupisu prací. Předmětný soubor SO 45-40-01 je součástí příloh.</w:t>
      </w:r>
      <w:r w:rsidR="00234DC8">
        <w:rPr>
          <w:rFonts w:eastAsia="Calibri" w:cs="Times New Roman"/>
          <w:b/>
          <w:lang w:eastAsia="cs-CZ"/>
        </w:rPr>
        <w:t xml:space="preserve"> </w:t>
      </w:r>
    </w:p>
    <w:p w:rsidR="006B1BF3" w:rsidRDefault="006B1BF3" w:rsidP="006B1BF3">
      <w:pPr>
        <w:spacing w:after="0" w:line="240" w:lineRule="auto"/>
        <w:rPr>
          <w:rFonts w:eastAsia="Calibri" w:cs="Times New Roman"/>
          <w:lang w:eastAsia="cs-CZ"/>
        </w:rPr>
      </w:pPr>
    </w:p>
    <w:p w:rsidR="00FA4ED9" w:rsidRPr="00444D8F" w:rsidRDefault="00FA4ED9" w:rsidP="00FA4ED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16E12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16E12">
        <w:rPr>
          <w:rFonts w:eastAsia="Times New Roman" w:cs="Times New Roman"/>
          <w:b/>
          <w:lang w:eastAsia="cs-CZ"/>
        </w:rPr>
        <w:t>změny/doplnění zadávací dokumentace</w:t>
      </w:r>
      <w:r w:rsidRPr="00916E12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916E12">
        <w:rPr>
          <w:rFonts w:eastAsia="Times New Roman" w:cs="Times New Roman"/>
          <w:lang w:eastAsia="cs-CZ"/>
        </w:rPr>
        <w:t>ust</w:t>
      </w:r>
      <w:proofErr w:type="spellEnd"/>
      <w:r w:rsidRPr="00916E12">
        <w:rPr>
          <w:rFonts w:eastAsia="Times New Roman" w:cs="Times New Roman"/>
          <w:lang w:eastAsia="cs-CZ"/>
        </w:rPr>
        <w:t>. § 99 odst. 2 ZZVZ a prodlužuje lhůtu pro podání nabídek</w:t>
      </w:r>
      <w:r>
        <w:rPr>
          <w:rFonts w:eastAsia="Times New Roman" w:cs="Times New Roman"/>
          <w:lang w:eastAsia="cs-CZ"/>
        </w:rPr>
        <w:t xml:space="preserve"> ze dne 7. 2</w:t>
      </w:r>
      <w:r w:rsidRPr="00C23FA2">
        <w:rPr>
          <w:rFonts w:eastAsia="Times New Roman" w:cs="Times New Roman"/>
          <w:lang w:eastAsia="cs-CZ"/>
        </w:rPr>
        <w:t xml:space="preserve">. 2020 v 10:00 hod. na den </w:t>
      </w:r>
      <w:r>
        <w:rPr>
          <w:rFonts w:eastAsia="Times New Roman" w:cs="Times New Roman"/>
          <w:lang w:eastAsia="cs-CZ"/>
        </w:rPr>
        <w:t>10</w:t>
      </w:r>
      <w:r w:rsidRPr="00C23FA2">
        <w:rPr>
          <w:rFonts w:eastAsia="Times New Roman" w:cs="Times New Roman"/>
          <w:lang w:eastAsia="cs-CZ"/>
        </w:rPr>
        <w:t xml:space="preserve">. </w:t>
      </w:r>
      <w:r>
        <w:rPr>
          <w:rFonts w:eastAsia="Times New Roman" w:cs="Times New Roman"/>
          <w:lang w:eastAsia="cs-CZ"/>
        </w:rPr>
        <w:t>2</w:t>
      </w:r>
      <w:r w:rsidRPr="00C23FA2">
        <w:rPr>
          <w:rFonts w:eastAsia="Times New Roman" w:cs="Times New Roman"/>
          <w:lang w:eastAsia="cs-CZ"/>
        </w:rPr>
        <w:t xml:space="preserve">. 2020 </w:t>
      </w:r>
      <w:r w:rsidRPr="00444D8F">
        <w:rPr>
          <w:rFonts w:eastAsia="Times New Roman" w:cs="Times New Roman"/>
          <w:lang w:eastAsia="cs-CZ"/>
        </w:rPr>
        <w:t>v 10:00 hod.</w:t>
      </w:r>
    </w:p>
    <w:p w:rsidR="00FA4ED9" w:rsidRDefault="00FA4ED9" w:rsidP="00FA4ED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A4ED9" w:rsidRPr="00444D8F" w:rsidRDefault="00FA4ED9" w:rsidP="00FA4ED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4D8F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444D8F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444D8F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FA4ED9" w:rsidRPr="00444D8F" w:rsidRDefault="00FA4ED9" w:rsidP="00FA4ED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b/>
          <w:lang w:eastAsia="cs-CZ"/>
        </w:rPr>
        <w:t xml:space="preserve">Oddíl IV. 2.2): </w:t>
      </w:r>
    </w:p>
    <w:p w:rsidR="00FA4ED9" w:rsidRPr="00444D8F" w:rsidRDefault="00FA4ED9" w:rsidP="00FA4ED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lang w:eastAsia="cs-CZ"/>
        </w:rPr>
        <w:t xml:space="preserve">rušíme datum 2. 1. 2020 v 10:00 hod. a nahrazujeme datem </w:t>
      </w:r>
      <w:r>
        <w:rPr>
          <w:rFonts w:eastAsia="Times New Roman" w:cs="Times New Roman"/>
          <w:lang w:eastAsia="cs-CZ"/>
        </w:rPr>
        <w:t>10. 2</w:t>
      </w:r>
      <w:r w:rsidRPr="00444D8F">
        <w:rPr>
          <w:rFonts w:eastAsia="Times New Roman" w:cs="Times New Roman"/>
          <w:lang w:eastAsia="cs-CZ"/>
        </w:rPr>
        <w:t>. 2020 v 10:00 hod.,</w:t>
      </w:r>
      <w:r w:rsidRPr="00444D8F">
        <w:rPr>
          <w:rFonts w:eastAsia="Times New Roman" w:cs="Times New Roman"/>
          <w:b/>
          <w:lang w:eastAsia="cs-CZ"/>
        </w:rPr>
        <w:t xml:space="preserve"> </w:t>
      </w:r>
    </w:p>
    <w:p w:rsidR="00FA4ED9" w:rsidRPr="00444D8F" w:rsidRDefault="00FA4ED9" w:rsidP="00FA4ED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b/>
          <w:lang w:eastAsia="cs-CZ"/>
        </w:rPr>
        <w:t xml:space="preserve">Oddíl IV. 2.7): </w:t>
      </w:r>
    </w:p>
    <w:p w:rsidR="00FA4ED9" w:rsidRPr="00444D8F" w:rsidRDefault="00FA4ED9" w:rsidP="00FA4ED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lang w:eastAsia="cs-CZ"/>
        </w:rPr>
        <w:t xml:space="preserve">rušíme datum 2. 1. 2020 v 10:00 hod. a nahrazujeme datem </w:t>
      </w:r>
      <w:r>
        <w:rPr>
          <w:rFonts w:eastAsia="Times New Roman" w:cs="Times New Roman"/>
          <w:lang w:eastAsia="cs-CZ"/>
        </w:rPr>
        <w:t>10</w:t>
      </w:r>
      <w:r w:rsidRPr="00444D8F">
        <w:rPr>
          <w:rFonts w:eastAsia="Times New Roman" w:cs="Times New Roman"/>
          <w:lang w:eastAsia="cs-CZ"/>
        </w:rPr>
        <w:t xml:space="preserve">. </w:t>
      </w:r>
      <w:r>
        <w:rPr>
          <w:rFonts w:eastAsia="Times New Roman" w:cs="Times New Roman"/>
          <w:lang w:eastAsia="cs-CZ"/>
        </w:rPr>
        <w:t>2</w:t>
      </w:r>
      <w:r w:rsidRPr="00444D8F">
        <w:rPr>
          <w:rFonts w:eastAsia="Times New Roman" w:cs="Times New Roman"/>
          <w:lang w:eastAsia="cs-CZ"/>
        </w:rPr>
        <w:t>. 2020 v 10:00 hod.</w:t>
      </w:r>
    </w:p>
    <w:p w:rsidR="00FA4ED9" w:rsidRPr="00444D8F" w:rsidRDefault="00FA4ED9" w:rsidP="00FA4ED9">
      <w:pPr>
        <w:spacing w:after="0" w:line="240" w:lineRule="auto"/>
        <w:rPr>
          <w:rFonts w:eastAsia="Times New Roman" w:cs="Times New Roman"/>
          <w:lang w:eastAsia="cs-CZ"/>
        </w:rPr>
      </w:pPr>
    </w:p>
    <w:p w:rsidR="00FA4ED9" w:rsidRPr="00444D8F" w:rsidRDefault="00FA4ED9" w:rsidP="00FA4ED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444D8F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444D8F">
        <w:rPr>
          <w:rFonts w:eastAsia="Calibri" w:cs="Times New Roman"/>
          <w:u w:val="single"/>
          <w:lang w:eastAsia="cs-CZ"/>
        </w:rPr>
        <w:t>.</w:t>
      </w:r>
    </w:p>
    <w:p w:rsidR="00FA4ED9" w:rsidRDefault="00FA4ED9" w:rsidP="00FA4ED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FA4ED9" w:rsidRDefault="00FA4ED9" w:rsidP="00FA4ED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D667B">
        <w:rPr>
          <w:rFonts w:eastAsia="Calibri" w:cs="Times New Roman"/>
          <w:b/>
          <w:bCs/>
          <w:lang w:eastAsia="cs-CZ"/>
        </w:rPr>
        <w:t>Příloha:</w:t>
      </w:r>
      <w:r w:rsidRPr="00444D8F">
        <w:rPr>
          <w:rFonts w:eastAsia="Calibri" w:cs="Times New Roman"/>
          <w:b/>
          <w:bCs/>
          <w:lang w:eastAsia="cs-CZ"/>
        </w:rPr>
        <w:t xml:space="preserve"> Příloha </w:t>
      </w:r>
      <w:r>
        <w:rPr>
          <w:rFonts w:eastAsia="Calibri" w:cs="Times New Roman"/>
          <w:b/>
          <w:bCs/>
          <w:lang w:eastAsia="cs-CZ"/>
        </w:rPr>
        <w:t>403</w:t>
      </w:r>
    </w:p>
    <w:p w:rsidR="00FA4ED9" w:rsidRPr="00444D8F" w:rsidRDefault="00FA4ED9" w:rsidP="00FA4ED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4ED9" w:rsidRDefault="00FA4ED9" w:rsidP="00FA4ED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 Praze dne </w:t>
      </w:r>
      <w:r>
        <w:rPr>
          <w:rFonts w:eastAsia="Calibri" w:cs="Times New Roman"/>
          <w:lang w:eastAsia="cs-CZ"/>
        </w:rPr>
        <w:t>3</w:t>
      </w:r>
      <w:r w:rsidR="00104114">
        <w:rPr>
          <w:rFonts w:eastAsia="Calibri" w:cs="Times New Roman"/>
          <w:lang w:eastAsia="cs-CZ"/>
        </w:rPr>
        <w:t>. 2</w:t>
      </w:r>
      <w:r w:rsidRPr="00444D8F">
        <w:rPr>
          <w:rFonts w:eastAsia="Calibri" w:cs="Times New Roman"/>
          <w:lang w:eastAsia="cs-CZ"/>
        </w:rPr>
        <w:t>. 2020</w:t>
      </w:r>
    </w:p>
    <w:p w:rsidR="00FA4ED9" w:rsidRDefault="00FA4ED9" w:rsidP="00FA4ED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4ED9" w:rsidRDefault="00FA4ED9" w:rsidP="00FA4ED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4ED9" w:rsidRDefault="00FA4ED9" w:rsidP="00FA4ED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4ED9" w:rsidRPr="00444D8F" w:rsidRDefault="00FA4ED9" w:rsidP="00FA4ED9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444D8F">
        <w:rPr>
          <w:rFonts w:ascii="Verdana" w:eastAsia="Calibri" w:hAnsi="Verdana" w:cs="Times New Roman"/>
          <w:b/>
          <w:bCs/>
          <w:lang w:eastAsia="cs-CZ"/>
        </w:rPr>
        <w:t>Ing. Karel Švejda, MBA</w:t>
      </w:r>
    </w:p>
    <w:p w:rsidR="00FA4ED9" w:rsidRPr="00444D8F" w:rsidRDefault="00FA4ED9" w:rsidP="00FA4ED9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ředitel odboru investičního</w:t>
      </w:r>
    </w:p>
    <w:p w:rsidR="00FA4ED9" w:rsidRPr="00444D8F" w:rsidRDefault="00FA4ED9" w:rsidP="00FA4ED9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na základě „Pověření“ č. 2449</w:t>
      </w:r>
    </w:p>
    <w:p w:rsidR="00FA4ED9" w:rsidRPr="00444D8F" w:rsidRDefault="00FA4ED9" w:rsidP="00FA4ED9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ze dne 11. 5. 2018</w:t>
      </w:r>
    </w:p>
    <w:p w:rsidR="00FA4ED9" w:rsidRPr="00444D8F" w:rsidRDefault="00FA4ED9" w:rsidP="00FA4ED9">
      <w:pPr>
        <w:spacing w:after="0" w:line="240" w:lineRule="auto"/>
        <w:rPr>
          <w:rFonts w:eastAsia="Calibri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Správa železnic, státní organizace</w:t>
      </w:r>
    </w:p>
    <w:sectPr w:rsidR="00FA4ED9" w:rsidRPr="00444D8F" w:rsidSect="003939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2D2" w:rsidRDefault="007362D2" w:rsidP="00962258">
      <w:pPr>
        <w:spacing w:after="0" w:line="240" w:lineRule="auto"/>
      </w:pPr>
      <w:r>
        <w:separator/>
      </w:r>
    </w:p>
  </w:endnote>
  <w:endnote w:type="continuationSeparator" w:id="0">
    <w:p w:rsidR="007362D2" w:rsidRDefault="007362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4ED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9C26A41" wp14:editId="4273176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456B9F1" wp14:editId="1E282A5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47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14562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44770B0" wp14:editId="43BAD2C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134D0AA" wp14:editId="123608B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2D2" w:rsidRDefault="007362D2" w:rsidP="00962258">
      <w:pPr>
        <w:spacing w:after="0" w:line="240" w:lineRule="auto"/>
      </w:pPr>
      <w:r>
        <w:separator/>
      </w:r>
    </w:p>
  </w:footnote>
  <w:footnote w:type="continuationSeparator" w:id="0">
    <w:p w:rsidR="007362D2" w:rsidRDefault="007362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1E55E8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EE2D7F" wp14:editId="1D541058">
                <wp:simplePos x="0" y="0"/>
                <wp:positionH relativeFrom="page">
                  <wp:posOffset>133985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D03C414" wp14:editId="5486116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56F1C" wp14:editId="069459D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89"/>
    <w:multiLevelType w:val="hybridMultilevel"/>
    <w:tmpl w:val="B47A31C4"/>
    <w:lvl w:ilvl="0" w:tplc="C67AB2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29F368E"/>
    <w:multiLevelType w:val="hybridMultilevel"/>
    <w:tmpl w:val="59E04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96A6D"/>
    <w:multiLevelType w:val="hybridMultilevel"/>
    <w:tmpl w:val="BF8AAB70"/>
    <w:lvl w:ilvl="0" w:tplc="9BFA718A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9C17D4"/>
    <w:multiLevelType w:val="hybridMultilevel"/>
    <w:tmpl w:val="25FEF0AE"/>
    <w:lvl w:ilvl="0" w:tplc="11240D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225FE3"/>
    <w:multiLevelType w:val="hybridMultilevel"/>
    <w:tmpl w:val="824ABD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4630D"/>
    <w:multiLevelType w:val="hybridMultilevel"/>
    <w:tmpl w:val="8976FD78"/>
    <w:lvl w:ilvl="0" w:tplc="8494C4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A76F29"/>
    <w:multiLevelType w:val="hybridMultilevel"/>
    <w:tmpl w:val="B6CC2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835782"/>
    <w:multiLevelType w:val="hybridMultilevel"/>
    <w:tmpl w:val="C6EC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10"/>
  </w:num>
  <w:num w:numId="8">
    <w:abstractNumId w:val="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1A9"/>
    <w:rsid w:val="00027F66"/>
    <w:rsid w:val="00033432"/>
    <w:rsid w:val="000335CC"/>
    <w:rsid w:val="00051617"/>
    <w:rsid w:val="00053840"/>
    <w:rsid w:val="00072C1E"/>
    <w:rsid w:val="00081A76"/>
    <w:rsid w:val="00097209"/>
    <w:rsid w:val="000B3A82"/>
    <w:rsid w:val="000B6C7E"/>
    <w:rsid w:val="000B7907"/>
    <w:rsid w:val="000C0429"/>
    <w:rsid w:val="000C1C02"/>
    <w:rsid w:val="000C45E8"/>
    <w:rsid w:val="00104114"/>
    <w:rsid w:val="00114472"/>
    <w:rsid w:val="00122E99"/>
    <w:rsid w:val="0014562C"/>
    <w:rsid w:val="00170EC5"/>
    <w:rsid w:val="001747C1"/>
    <w:rsid w:val="0018596A"/>
    <w:rsid w:val="001B69C2"/>
    <w:rsid w:val="001C4DA0"/>
    <w:rsid w:val="001E55E8"/>
    <w:rsid w:val="001F791C"/>
    <w:rsid w:val="00207DF5"/>
    <w:rsid w:val="00234DC8"/>
    <w:rsid w:val="00240CAD"/>
    <w:rsid w:val="00263E05"/>
    <w:rsid w:val="00267369"/>
    <w:rsid w:val="0026785D"/>
    <w:rsid w:val="002C31BF"/>
    <w:rsid w:val="002D34FE"/>
    <w:rsid w:val="002E0CD7"/>
    <w:rsid w:val="002F026B"/>
    <w:rsid w:val="00323674"/>
    <w:rsid w:val="00340BE6"/>
    <w:rsid w:val="003450ED"/>
    <w:rsid w:val="00346994"/>
    <w:rsid w:val="00357BC6"/>
    <w:rsid w:val="003608CB"/>
    <w:rsid w:val="0037111D"/>
    <w:rsid w:val="003756B9"/>
    <w:rsid w:val="00393909"/>
    <w:rsid w:val="003956C6"/>
    <w:rsid w:val="003E6B9A"/>
    <w:rsid w:val="003E75CE"/>
    <w:rsid w:val="0041380F"/>
    <w:rsid w:val="00432B5B"/>
    <w:rsid w:val="00444D8F"/>
    <w:rsid w:val="00450F07"/>
    <w:rsid w:val="00452B6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F4B9B"/>
    <w:rsid w:val="00501654"/>
    <w:rsid w:val="00511AB9"/>
    <w:rsid w:val="00523EA7"/>
    <w:rsid w:val="00530A72"/>
    <w:rsid w:val="00542527"/>
    <w:rsid w:val="00551D1F"/>
    <w:rsid w:val="00553375"/>
    <w:rsid w:val="0056200E"/>
    <w:rsid w:val="005658A6"/>
    <w:rsid w:val="005720E7"/>
    <w:rsid w:val="005722BB"/>
    <w:rsid w:val="005736B7"/>
    <w:rsid w:val="00575E5A"/>
    <w:rsid w:val="00584E2A"/>
    <w:rsid w:val="00596C7E"/>
    <w:rsid w:val="005A64E9"/>
    <w:rsid w:val="005B5D85"/>
    <w:rsid w:val="005B5EE9"/>
    <w:rsid w:val="005F0A75"/>
    <w:rsid w:val="005F3579"/>
    <w:rsid w:val="006104F6"/>
    <w:rsid w:val="0061068E"/>
    <w:rsid w:val="00641B31"/>
    <w:rsid w:val="00660AD3"/>
    <w:rsid w:val="006A5447"/>
    <w:rsid w:val="006A5570"/>
    <w:rsid w:val="006A689C"/>
    <w:rsid w:val="006B1BF3"/>
    <w:rsid w:val="006B3D79"/>
    <w:rsid w:val="006E0578"/>
    <w:rsid w:val="006E24EB"/>
    <w:rsid w:val="006E314D"/>
    <w:rsid w:val="006E7F06"/>
    <w:rsid w:val="006F7A6A"/>
    <w:rsid w:val="00710723"/>
    <w:rsid w:val="007223C6"/>
    <w:rsid w:val="00723ED1"/>
    <w:rsid w:val="00735ED4"/>
    <w:rsid w:val="007362D2"/>
    <w:rsid w:val="00743525"/>
    <w:rsid w:val="007531A0"/>
    <w:rsid w:val="00757969"/>
    <w:rsid w:val="0076286B"/>
    <w:rsid w:val="00763E49"/>
    <w:rsid w:val="00764595"/>
    <w:rsid w:val="00766846"/>
    <w:rsid w:val="00767F9C"/>
    <w:rsid w:val="0077109D"/>
    <w:rsid w:val="0077673A"/>
    <w:rsid w:val="00780843"/>
    <w:rsid w:val="00783332"/>
    <w:rsid w:val="007846E1"/>
    <w:rsid w:val="007A3C7B"/>
    <w:rsid w:val="007B570C"/>
    <w:rsid w:val="007E144C"/>
    <w:rsid w:val="007E2E01"/>
    <w:rsid w:val="007E4A6E"/>
    <w:rsid w:val="007F56A7"/>
    <w:rsid w:val="00807DD0"/>
    <w:rsid w:val="00813F11"/>
    <w:rsid w:val="00823C64"/>
    <w:rsid w:val="00854A9F"/>
    <w:rsid w:val="00874E49"/>
    <w:rsid w:val="00883CA7"/>
    <w:rsid w:val="00891334"/>
    <w:rsid w:val="00893F7C"/>
    <w:rsid w:val="00894181"/>
    <w:rsid w:val="008A2688"/>
    <w:rsid w:val="008A3568"/>
    <w:rsid w:val="008B060C"/>
    <w:rsid w:val="008C2952"/>
    <w:rsid w:val="008C50FB"/>
    <w:rsid w:val="008C6EC5"/>
    <w:rsid w:val="008D03B9"/>
    <w:rsid w:val="008E2A00"/>
    <w:rsid w:val="008E7321"/>
    <w:rsid w:val="008F18D6"/>
    <w:rsid w:val="008F1EFC"/>
    <w:rsid w:val="0090010F"/>
    <w:rsid w:val="00904780"/>
    <w:rsid w:val="009113A8"/>
    <w:rsid w:val="00914639"/>
    <w:rsid w:val="00922385"/>
    <w:rsid w:val="009223DF"/>
    <w:rsid w:val="00936091"/>
    <w:rsid w:val="00940D8A"/>
    <w:rsid w:val="009531C2"/>
    <w:rsid w:val="00962258"/>
    <w:rsid w:val="00962A9E"/>
    <w:rsid w:val="009678B7"/>
    <w:rsid w:val="00982411"/>
    <w:rsid w:val="00992D9C"/>
    <w:rsid w:val="00996CB8"/>
    <w:rsid w:val="00997BCA"/>
    <w:rsid w:val="009A560A"/>
    <w:rsid w:val="009A7568"/>
    <w:rsid w:val="009B2E97"/>
    <w:rsid w:val="009B3C69"/>
    <w:rsid w:val="009B72CC"/>
    <w:rsid w:val="009C0B85"/>
    <w:rsid w:val="009D6BA7"/>
    <w:rsid w:val="009E07F4"/>
    <w:rsid w:val="009F392E"/>
    <w:rsid w:val="00A161B6"/>
    <w:rsid w:val="00A44328"/>
    <w:rsid w:val="00A6177B"/>
    <w:rsid w:val="00A66136"/>
    <w:rsid w:val="00AA429F"/>
    <w:rsid w:val="00AA4CBB"/>
    <w:rsid w:val="00AA65FA"/>
    <w:rsid w:val="00AA7351"/>
    <w:rsid w:val="00AC0300"/>
    <w:rsid w:val="00AD056F"/>
    <w:rsid w:val="00AD2773"/>
    <w:rsid w:val="00AD6731"/>
    <w:rsid w:val="00AE09F8"/>
    <w:rsid w:val="00AE1DDE"/>
    <w:rsid w:val="00AE6C08"/>
    <w:rsid w:val="00AF224B"/>
    <w:rsid w:val="00AF6A8C"/>
    <w:rsid w:val="00B15B5E"/>
    <w:rsid w:val="00B15D0D"/>
    <w:rsid w:val="00B23CA3"/>
    <w:rsid w:val="00B3179C"/>
    <w:rsid w:val="00B3491A"/>
    <w:rsid w:val="00B410E6"/>
    <w:rsid w:val="00B45E9E"/>
    <w:rsid w:val="00B4675D"/>
    <w:rsid w:val="00B55F9C"/>
    <w:rsid w:val="00B75EE1"/>
    <w:rsid w:val="00B77481"/>
    <w:rsid w:val="00B77B08"/>
    <w:rsid w:val="00B8518B"/>
    <w:rsid w:val="00BA2D00"/>
    <w:rsid w:val="00BB3740"/>
    <w:rsid w:val="00BC57BB"/>
    <w:rsid w:val="00BD5319"/>
    <w:rsid w:val="00BD7E91"/>
    <w:rsid w:val="00BF374D"/>
    <w:rsid w:val="00BF6D48"/>
    <w:rsid w:val="00C02D0A"/>
    <w:rsid w:val="00C03A6E"/>
    <w:rsid w:val="00C06C0D"/>
    <w:rsid w:val="00C23FA2"/>
    <w:rsid w:val="00C30759"/>
    <w:rsid w:val="00C30767"/>
    <w:rsid w:val="00C44F6A"/>
    <w:rsid w:val="00C66920"/>
    <w:rsid w:val="00C727E5"/>
    <w:rsid w:val="00C777EE"/>
    <w:rsid w:val="00C8207D"/>
    <w:rsid w:val="00CA58F6"/>
    <w:rsid w:val="00CA75CF"/>
    <w:rsid w:val="00CB4BB1"/>
    <w:rsid w:val="00CB7B5A"/>
    <w:rsid w:val="00CC1E2B"/>
    <w:rsid w:val="00CD1FC4"/>
    <w:rsid w:val="00CE371D"/>
    <w:rsid w:val="00CF6125"/>
    <w:rsid w:val="00D02A4D"/>
    <w:rsid w:val="00D21061"/>
    <w:rsid w:val="00D24381"/>
    <w:rsid w:val="00D316A7"/>
    <w:rsid w:val="00D36EEA"/>
    <w:rsid w:val="00D4108E"/>
    <w:rsid w:val="00D568BE"/>
    <w:rsid w:val="00D6163D"/>
    <w:rsid w:val="00D622CC"/>
    <w:rsid w:val="00D626BE"/>
    <w:rsid w:val="00D63009"/>
    <w:rsid w:val="00D64B31"/>
    <w:rsid w:val="00D66F3F"/>
    <w:rsid w:val="00D831A3"/>
    <w:rsid w:val="00D902AD"/>
    <w:rsid w:val="00DA6FFE"/>
    <w:rsid w:val="00DB39FE"/>
    <w:rsid w:val="00DB3DD1"/>
    <w:rsid w:val="00DC3110"/>
    <w:rsid w:val="00DC60AE"/>
    <w:rsid w:val="00DD0B45"/>
    <w:rsid w:val="00DD4158"/>
    <w:rsid w:val="00DD46F3"/>
    <w:rsid w:val="00DD58A6"/>
    <w:rsid w:val="00DE56F2"/>
    <w:rsid w:val="00DF116D"/>
    <w:rsid w:val="00DF5465"/>
    <w:rsid w:val="00E07217"/>
    <w:rsid w:val="00E824F1"/>
    <w:rsid w:val="00E960C4"/>
    <w:rsid w:val="00EA5047"/>
    <w:rsid w:val="00EB104F"/>
    <w:rsid w:val="00EB3A0A"/>
    <w:rsid w:val="00ED14BD"/>
    <w:rsid w:val="00F01440"/>
    <w:rsid w:val="00F019E6"/>
    <w:rsid w:val="00F072E4"/>
    <w:rsid w:val="00F12B35"/>
    <w:rsid w:val="00F12DEC"/>
    <w:rsid w:val="00F13BAB"/>
    <w:rsid w:val="00F1715C"/>
    <w:rsid w:val="00F24088"/>
    <w:rsid w:val="00F310F8"/>
    <w:rsid w:val="00F35939"/>
    <w:rsid w:val="00F373D8"/>
    <w:rsid w:val="00F45607"/>
    <w:rsid w:val="00F63570"/>
    <w:rsid w:val="00F64786"/>
    <w:rsid w:val="00F659EB"/>
    <w:rsid w:val="00F804A7"/>
    <w:rsid w:val="00F862D6"/>
    <w:rsid w:val="00F86BA6"/>
    <w:rsid w:val="00F978FE"/>
    <w:rsid w:val="00FA4ED9"/>
    <w:rsid w:val="00FC6389"/>
    <w:rsid w:val="00FD2F51"/>
    <w:rsid w:val="00FE3455"/>
    <w:rsid w:val="00FE475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39E4C47-E50F-4734-AD43-D1D341429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1</Pages>
  <Words>364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8</cp:revision>
  <cp:lastPrinted>2020-01-23T13:37:00Z</cp:lastPrinted>
  <dcterms:created xsi:type="dcterms:W3CDTF">2020-02-03T08:26:00Z</dcterms:created>
  <dcterms:modified xsi:type="dcterms:W3CDTF">2020-02-03T09:38:00Z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